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C2BBE" w14:textId="7CA1E2F8" w:rsidR="00463F67" w:rsidRDefault="00BD254C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A4CD9345F47D4DC1AF2F59FDF5D199F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32ED7" w:rsidRPr="00C32ED7">
            <w:rPr>
              <w:kern w:val="32"/>
              <w:szCs w:val="24"/>
            </w:rPr>
            <w:t>Form A04 Aircraft checklists</w:t>
          </w:r>
        </w:sdtContent>
      </w:sdt>
    </w:p>
    <w:p w14:paraId="0C2385ED" w14:textId="392F7CB5" w:rsidR="000078A1" w:rsidRPr="000078A1" w:rsidRDefault="000078A1" w:rsidP="000078A1">
      <w:r>
        <w:t>Reserved.</w:t>
      </w:r>
    </w:p>
    <w:sectPr w:rsidR="000078A1" w:rsidRPr="000078A1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23A29" w14:textId="77777777" w:rsidR="00C32ED7" w:rsidRDefault="00C32ED7" w:rsidP="008E21DE">
      <w:pPr>
        <w:spacing w:before="0" w:after="0"/>
      </w:pPr>
      <w:r>
        <w:separator/>
      </w:r>
    </w:p>
    <w:p w14:paraId="702E0B09" w14:textId="77777777" w:rsidR="00C32ED7" w:rsidRDefault="00C32ED7"/>
  </w:endnote>
  <w:endnote w:type="continuationSeparator" w:id="0">
    <w:p w14:paraId="57B70CF1" w14:textId="77777777" w:rsidR="00C32ED7" w:rsidRDefault="00C32ED7" w:rsidP="008E21DE">
      <w:pPr>
        <w:spacing w:before="0" w:after="0"/>
      </w:pPr>
      <w:r>
        <w:continuationSeparator/>
      </w:r>
    </w:p>
    <w:p w14:paraId="24785F9B" w14:textId="77777777" w:rsidR="00C32ED7" w:rsidRDefault="00C32E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3256" w14:textId="3556E002" w:rsidR="00013309" w:rsidRPr="00500DA0" w:rsidRDefault="00BD254C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A4CD9345F47D4DC1AF2F59FDF5D199F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32ED7">
          <w:rPr>
            <w:rFonts w:ascii="ArialMT" w:hAnsi="ArialMT" w:cs="ArialMT"/>
            <w:szCs w:val="16"/>
          </w:rPr>
          <w:t>Form A04 Aircraft checklists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19E26" w14:textId="77777777" w:rsidR="00013309" w:rsidRDefault="00013309" w:rsidP="00013309">
    <w:pPr>
      <w:pStyle w:val="Footer"/>
    </w:pPr>
    <w:r>
      <w:t>Civil Aviation Safety Authority</w:t>
    </w:r>
  </w:p>
  <w:p w14:paraId="7E3CD698" w14:textId="065A0367" w:rsidR="00013309" w:rsidRDefault="00BD254C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32ED7">
          <w:rPr>
            <w:rFonts w:ascii="ArialMT" w:hAnsi="ArialMT" w:cs="ArialMT"/>
            <w:szCs w:val="16"/>
          </w:rPr>
          <w:t>Form A04 Aircraft checklists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C32ED7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C32ED7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7F0172CC" w14:textId="77777777" w:rsidR="00013309" w:rsidRPr="00A365CA" w:rsidRDefault="00BD254C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4DB62BE" wp14:editId="5F67D4E2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5ED558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DB62BE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2D5ED558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47BD0" w14:textId="77777777" w:rsidR="00C32ED7" w:rsidRPr="0022402E" w:rsidRDefault="00C32ED7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51A2B78F" w14:textId="77777777" w:rsidR="00C32ED7" w:rsidRDefault="00C32ED7" w:rsidP="008E21DE">
      <w:pPr>
        <w:spacing w:before="0" w:after="0"/>
      </w:pPr>
      <w:r>
        <w:continuationSeparator/>
      </w:r>
    </w:p>
    <w:p w14:paraId="6A68DAFD" w14:textId="77777777" w:rsidR="00C32ED7" w:rsidRDefault="00C32E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04692" w14:textId="77777777" w:rsidR="00DD684D" w:rsidRDefault="00DD684D" w:rsidP="00DD684D">
    <w:pPr>
      <w:pStyle w:val="Header"/>
    </w:pPr>
    <w:r>
      <w:t>ORGANISATION NAME/DETAILS</w:t>
    </w:r>
  </w:p>
  <w:p w14:paraId="12B00D9B" w14:textId="77777777" w:rsidR="00013309" w:rsidRPr="00DD684D" w:rsidRDefault="00BD254C" w:rsidP="0009625D">
    <w:pPr>
      <w:pStyle w:val="Header"/>
      <w:spacing w:after="120"/>
    </w:pPr>
    <w:r>
      <w:pict w14:anchorId="3B4DDB1B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5FB12" w14:textId="77777777" w:rsidR="00463F67" w:rsidRDefault="00BD254C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ED7"/>
    <w:rsid w:val="000078A1"/>
    <w:rsid w:val="00013309"/>
    <w:rsid w:val="000249B9"/>
    <w:rsid w:val="000334E0"/>
    <w:rsid w:val="00037782"/>
    <w:rsid w:val="00061E14"/>
    <w:rsid w:val="00080615"/>
    <w:rsid w:val="0009625D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1C6A13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486A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242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254C"/>
    <w:rsid w:val="00BD532A"/>
    <w:rsid w:val="00BD623A"/>
    <w:rsid w:val="00BF08D9"/>
    <w:rsid w:val="00C0421C"/>
    <w:rsid w:val="00C06EF2"/>
    <w:rsid w:val="00C32ED7"/>
    <w:rsid w:val="00C375C0"/>
    <w:rsid w:val="00C375C7"/>
    <w:rsid w:val="00C405A0"/>
    <w:rsid w:val="00C75CAF"/>
    <w:rsid w:val="00C837F2"/>
    <w:rsid w:val="00CA2B08"/>
    <w:rsid w:val="00CA6BAF"/>
    <w:rsid w:val="00CF0836"/>
    <w:rsid w:val="00CF700D"/>
    <w:rsid w:val="00D1117D"/>
    <w:rsid w:val="00D26448"/>
    <w:rsid w:val="00D32F10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E6E78B"/>
  <w15:chartTrackingRefBased/>
  <w15:docId w15:val="{7CB2D826-A203-460A-90BE-5EE1B5D3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C32ED7"/>
    <w:rPr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D9345F47D4DC1AF2F59FDF5D19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55BC9-957F-4B54-984A-35CAEE9459C2}"/>
      </w:docPartPr>
      <w:docPartBody>
        <w:p w:rsidR="00E919BF" w:rsidRDefault="00E919BF">
          <w:pPr>
            <w:pStyle w:val="A4CD9345F47D4DC1AF2F59FDF5D199FA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BF"/>
    <w:rsid w:val="007B0242"/>
    <w:rsid w:val="00D26448"/>
    <w:rsid w:val="00D32F10"/>
    <w:rsid w:val="00E9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4CD9345F47D4DC1AF2F59FDF5D199FA">
    <w:name w:val="A4CD9345F47D4DC1AF2F59FDF5D199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147bc000-5d24-4a58-bdb3-1d507d54dc98"/>
    <ds:schemaRef ds:uri="http://purl.org/dc/dcmitype/"/>
    <ds:schemaRef ds:uri="09d1133f-994b-4ec9-8bcd-76b1f6ed9a8c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</TotalTime>
  <Pages>1</Pages>
  <Words>6</Words>
  <Characters>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A04 Aircraft checklists</vt:lpstr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A04 Aircraft checklists</dc:title>
  <dc:subject/>
  <dc:creator>Bartholomew, Tina</dc:creator>
  <cp:keywords/>
  <dc:description/>
  <cp:lastModifiedBy>Bartholomew, Tina</cp:lastModifiedBy>
  <cp:revision>6</cp:revision>
  <dcterms:created xsi:type="dcterms:W3CDTF">2025-11-18T03:30:00Z</dcterms:created>
  <dcterms:modified xsi:type="dcterms:W3CDTF">2025-11-25T04:50:00Z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NOS-2025-0038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